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4121D8EF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BC5406">
              <w:rPr>
                <w:b/>
                <w:noProof/>
                <w:sz w:val="24"/>
              </w:rPr>
              <w:t>7</w:t>
            </w:r>
          </w:p>
          <w:p w14:paraId="4022174D" w14:textId="08034E6E" w:rsidR="00D9793C" w:rsidRPr="00D9793C" w:rsidRDefault="00B03E58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Chancen-/</w:t>
            </w:r>
            <w:r w:rsidR="00EF3CF1">
              <w:rPr>
                <w:b/>
                <w:noProof/>
                <w:sz w:val="24"/>
              </w:rPr>
              <w:t>Risikoanalyse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E0BC7E8" w14:textId="58F44028" w:rsidR="00152CDF" w:rsidRDefault="0081470B" w:rsidP="00422579">
            <w:bookmarkStart w:id="0" w:name="Version"/>
            <w:r w:rsidRPr="0081470B">
              <w:rPr>
                <w:b/>
                <w:noProof/>
                <w:sz w:val="24"/>
              </w:rPr>
              <w:t>Version 2.0 vom 31.03.2025</w:t>
            </w:r>
            <w:bookmarkEnd w:id="0"/>
          </w:p>
        </w:tc>
      </w:tr>
    </w:tbl>
    <w:p w14:paraId="75532235" w14:textId="6DB49529" w:rsidR="0058774C" w:rsidRDefault="007427B5" w:rsidP="00FA5B44">
      <w:pPr>
        <w:pStyle w:val="Verzeichnis1"/>
      </w:pPr>
      <w:r>
        <w:br w:type="page"/>
      </w:r>
    </w:p>
    <w:p w14:paraId="33234A97" w14:textId="38A61E4B" w:rsidR="00EF3CF1" w:rsidRPr="00F5513E" w:rsidRDefault="00EF3CF1" w:rsidP="00EF3CF1">
      <w:r>
        <w:lastRenderedPageBreak/>
        <w:t xml:space="preserve">Erkennen </w:t>
      </w:r>
      <w:r w:rsidR="00717BC1">
        <w:t>von</w:t>
      </w:r>
      <w:r>
        <w:t xml:space="preserve"> projektspezifischen </w:t>
      </w:r>
      <w:r w:rsidR="00B03E58">
        <w:t>Chancen-/</w:t>
      </w:r>
      <w:r>
        <w:t xml:space="preserve">Risiken und Aufzeigen der geplanten Massnahmen zu deren </w:t>
      </w:r>
      <w:r w:rsidR="00C86ABE">
        <w:t>Beherrschung</w:t>
      </w:r>
      <w:r>
        <w:t xml:space="preserve"> inkl. </w:t>
      </w:r>
      <w:r w:rsidR="00C86ABE">
        <w:t>d</w:t>
      </w:r>
      <w:r>
        <w:t>eren Auswirkung auf den Projektablauf (max. zwei DIN-A4-Seiten, Arial11)</w:t>
      </w:r>
    </w:p>
    <w:p w14:paraId="6BF15054" w14:textId="77777777" w:rsidR="00EF3CF1" w:rsidRPr="00547B1C" w:rsidRDefault="00EF3CF1" w:rsidP="00EF3CF1">
      <w:pPr>
        <w:shd w:val="clear" w:color="auto" w:fill="F2F2F2" w:themeFill="background1" w:themeFillShade="F2"/>
        <w:rPr>
          <w:rFonts w:cs="Arial"/>
          <w:sz w:val="20"/>
        </w:rPr>
      </w:pPr>
      <w:r w:rsidRPr="0004661C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47B1C">
        <w:rPr>
          <w:rFonts w:cs="Arial"/>
          <w:color w:val="0070C0"/>
          <w:sz w:val="20"/>
        </w:rPr>
        <w:instrText xml:space="preserve"> FORMTEXT </w:instrText>
      </w:r>
      <w:r w:rsidRPr="0004661C">
        <w:rPr>
          <w:rFonts w:cs="Arial"/>
          <w:color w:val="0070C0"/>
          <w:sz w:val="20"/>
        </w:rPr>
      </w:r>
      <w:r w:rsidRPr="0004661C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04661C">
        <w:rPr>
          <w:rFonts w:cs="Arial"/>
          <w:color w:val="0070C0"/>
          <w:sz w:val="20"/>
        </w:rPr>
        <w:fldChar w:fldCharType="end"/>
      </w:r>
    </w:p>
    <w:p w14:paraId="58AD67A9" w14:textId="1840AE70" w:rsidR="00B538B3" w:rsidRPr="00E95F9E" w:rsidRDefault="00B538B3" w:rsidP="00EF3CF1">
      <w:pPr>
        <w:pStyle w:val="Standardtext"/>
        <w:ind w:left="0"/>
        <w:rPr>
          <w:b/>
          <w:strike/>
          <w:sz w:val="28"/>
        </w:rPr>
      </w:pPr>
    </w:p>
    <w:sectPr w:rsidR="00B538B3" w:rsidRPr="00E95F9E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686F3AD8" w:rsidR="001002DE" w:rsidRDefault="0081470B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81470B">
      <w:rPr>
        <w:snapToGrid w:val="0"/>
        <w:sz w:val="16"/>
        <w:szCs w:val="16"/>
      </w:rPr>
      <w:fldChar w:fldCharType="begin"/>
    </w:r>
    <w:r w:rsidRPr="0081470B">
      <w:rPr>
        <w:snapToGrid w:val="0"/>
        <w:sz w:val="16"/>
        <w:szCs w:val="16"/>
      </w:rPr>
      <w:instrText xml:space="preserve"> REF  Version  \* MERGEFORMAT </w:instrText>
    </w:r>
    <w:r w:rsidRPr="0081470B">
      <w:rPr>
        <w:snapToGrid w:val="0"/>
        <w:sz w:val="16"/>
        <w:szCs w:val="16"/>
      </w:rPr>
      <w:fldChar w:fldCharType="separate"/>
    </w:r>
    <w:r w:rsidRPr="0081470B">
      <w:rPr>
        <w:noProof/>
        <w:sz w:val="16"/>
        <w:szCs w:val="16"/>
      </w:rPr>
      <w:t>Version 2.0 vom 31.03.2025</w:t>
    </w:r>
    <w:r w:rsidRPr="0081470B">
      <w:rPr>
        <w:snapToGrid w:val="0"/>
        <w:sz w:val="16"/>
        <w:szCs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5BDC5D20" w14:textId="77777777" w:rsidR="00B03E58" w:rsidRDefault="00B03E58" w:rsidP="00B03E58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12B30A94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B03E58">
      <w:rPr>
        <w:sz w:val="20"/>
      </w:rPr>
      <w:t>7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B03E58" w14:paraId="21669D83" w14:textId="77777777" w:rsidTr="00E56AAC">
      <w:trPr>
        <w:trHeight w:val="714"/>
      </w:trPr>
      <w:tc>
        <w:tcPr>
          <w:tcW w:w="5103" w:type="dxa"/>
          <w:vAlign w:val="bottom"/>
        </w:tcPr>
        <w:p w14:paraId="10FA8B73" w14:textId="77777777" w:rsidR="00B03E58" w:rsidRDefault="00B03E58" w:rsidP="00B03E58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8B57344" wp14:editId="6413FF3F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6E34045A" wp14:editId="5C97E32F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6C46A21" w14:textId="77777777" w:rsidR="00B03E58" w:rsidRDefault="00B03E58" w:rsidP="00B03E58">
          <w:pPr>
            <w:pStyle w:val="Kopfzeile"/>
          </w:pPr>
        </w:p>
      </w:tc>
      <w:tc>
        <w:tcPr>
          <w:tcW w:w="1951" w:type="dxa"/>
        </w:tcPr>
        <w:p w14:paraId="68286C65" w14:textId="77777777" w:rsidR="00B03E58" w:rsidRDefault="00B03E58" w:rsidP="00B03E58">
          <w:pPr>
            <w:pStyle w:val="Kopfzeile"/>
          </w:pPr>
          <w:bookmarkStart w:id="3" w:name="_Hlk148879324"/>
        </w:p>
        <w:p w14:paraId="71D35AFF" w14:textId="77777777" w:rsidR="00B03E58" w:rsidRDefault="00B03E58" w:rsidP="00B03E58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49F370E5" wp14:editId="1B3ECD79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5456CF96" w14:textId="77777777" w:rsidR="00B03E58" w:rsidRDefault="00B03E58" w:rsidP="00B03E58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97529845">
    <w:abstractNumId w:val="0"/>
  </w:num>
  <w:num w:numId="2" w16cid:durableId="2029789930">
    <w:abstractNumId w:val="1"/>
  </w:num>
  <w:num w:numId="3" w16cid:durableId="462236497">
    <w:abstractNumId w:val="5"/>
  </w:num>
  <w:num w:numId="4" w16cid:durableId="1643384665">
    <w:abstractNumId w:val="2"/>
  </w:num>
  <w:num w:numId="5" w16cid:durableId="1923485885">
    <w:abstractNumId w:val="6"/>
  </w:num>
  <w:num w:numId="6" w16cid:durableId="901327465">
    <w:abstractNumId w:val="3"/>
  </w:num>
  <w:num w:numId="7" w16cid:durableId="787045635">
    <w:abstractNumId w:val="8"/>
  </w:num>
  <w:num w:numId="8" w16cid:durableId="962879145">
    <w:abstractNumId w:val="8"/>
  </w:num>
  <w:num w:numId="9" w16cid:durableId="1711147607">
    <w:abstractNumId w:val="4"/>
  </w:num>
  <w:num w:numId="10" w16cid:durableId="40521574">
    <w:abstractNumId w:val="7"/>
  </w:num>
  <w:num w:numId="11" w16cid:durableId="917520854">
    <w:abstractNumId w:val="1"/>
  </w:num>
  <w:num w:numId="12" w16cid:durableId="1394550021">
    <w:abstractNumId w:val="1"/>
  </w:num>
  <w:num w:numId="13" w16cid:durableId="2008750218">
    <w:abstractNumId w:val="1"/>
  </w:num>
  <w:num w:numId="14" w16cid:durableId="61698702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3A5F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2579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17BC1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2091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470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3E58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C5406"/>
    <w:rsid w:val="00BD6840"/>
    <w:rsid w:val="00BE0B9A"/>
    <w:rsid w:val="00BE1A20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86ABE"/>
    <w:rsid w:val="00C9620D"/>
    <w:rsid w:val="00C9774A"/>
    <w:rsid w:val="00CA4085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0F2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F3CF1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611"/>
    <w:rsid w:val="00F578D4"/>
    <w:rsid w:val="00F644EB"/>
    <w:rsid w:val="00F64D41"/>
    <w:rsid w:val="00F66934"/>
    <w:rsid w:val="00F82484"/>
    <w:rsid w:val="00F85FB1"/>
    <w:rsid w:val="00F92EF1"/>
    <w:rsid w:val="00FA166C"/>
    <w:rsid w:val="00FA5B44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B03E58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B03E58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B03E58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9C5E-FE31-435E-AD2F-A39504183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E2582-BBF2-4BB2-8D0D-23475BC00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90E28-B88D-4946-97D5-1ECF993502A7}">
  <ds:schemaRefs>
    <ds:schemaRef ds:uri="http://schemas.microsoft.com/office/2006/metadata/properties"/>
    <ds:schemaRef ds:uri="http://schemas.microsoft.com/office/infopath/2007/PartnerControls"/>
    <ds:schemaRef ds:uri="b1566e0e-cb7e-43d9-bcd7-aeb4d7e7cd7f"/>
    <ds:schemaRef ds:uri="3b5ab623-3b44-4715-9ecf-8e9c542c2522"/>
  </ds:schemaRefs>
</ds:datastoreItem>
</file>

<file path=customXml/itemProps4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33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347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2021-09-10T18:53:00Z</cp:lastPrinted>
  <dcterms:created xsi:type="dcterms:W3CDTF">2025-03-24T14:01:00Z</dcterms:created>
  <dcterms:modified xsi:type="dcterms:W3CDTF">2025-03-24T14:01:00Z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